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1E0"/>
      </w:tblPr>
      <w:tblGrid>
        <w:gridCol w:w="1728"/>
        <w:gridCol w:w="296"/>
        <w:gridCol w:w="6724"/>
      </w:tblGrid>
      <w:tr w:rsidR="00DB5551" w:rsidRPr="0066091A" w:rsidTr="00790741">
        <w:tc>
          <w:tcPr>
            <w:tcW w:w="1728" w:type="dxa"/>
            <w:vAlign w:val="center"/>
          </w:tcPr>
          <w:p w:rsidR="00DB5551" w:rsidRPr="0066091A" w:rsidRDefault="00DB5551" w:rsidP="0030490C">
            <w:pPr>
              <w:rPr>
                <w:rFonts w:ascii="Arial Narrow" w:hAnsi="Arial Narrow"/>
                <w:sz w:val="144"/>
                <w:szCs w:val="144"/>
              </w:rPr>
            </w:pPr>
            <w:r w:rsidRPr="005D7278">
              <w:rPr>
                <w:rFonts w:ascii="Arial Narrow" w:hAnsi="Arial Narrow"/>
                <w:sz w:val="72"/>
                <w:szCs w:val="144"/>
              </w:rPr>
              <w:t>CE-</w:t>
            </w:r>
            <w:r>
              <w:rPr>
                <w:rFonts w:ascii="Arial Narrow" w:hAnsi="Arial Narrow"/>
                <w:sz w:val="72"/>
                <w:szCs w:val="144"/>
              </w:rPr>
              <w:t>2</w:t>
            </w:r>
          </w:p>
        </w:tc>
        <w:tc>
          <w:tcPr>
            <w:tcW w:w="296" w:type="dxa"/>
          </w:tcPr>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p w:rsidR="00DB5551" w:rsidRPr="0066091A" w:rsidRDefault="00DB5551" w:rsidP="00790741">
            <w:pPr>
              <w:spacing w:line="60" w:lineRule="exact"/>
              <w:jc w:val="center"/>
              <w:rPr>
                <w:b/>
                <w:sz w:val="32"/>
                <w:szCs w:val="32"/>
              </w:rPr>
            </w:pPr>
            <w:r w:rsidRPr="0066091A">
              <w:rPr>
                <w:b/>
                <w:sz w:val="32"/>
                <w:szCs w:val="32"/>
              </w:rPr>
              <w:t>.</w:t>
            </w:r>
          </w:p>
        </w:tc>
        <w:tc>
          <w:tcPr>
            <w:tcW w:w="6724" w:type="dxa"/>
          </w:tcPr>
          <w:p w:rsidR="00DB5551" w:rsidRPr="0066091A" w:rsidRDefault="00DB5551" w:rsidP="0030490C">
            <w:pPr>
              <w:rPr>
                <w:rFonts w:ascii="Arial Narrow" w:hAnsi="Arial Narrow"/>
                <w:b/>
                <w:sz w:val="56"/>
                <w:szCs w:val="56"/>
              </w:rPr>
            </w:pPr>
            <w:r>
              <w:rPr>
                <w:rFonts w:ascii="Arial Narrow" w:hAnsi="Arial Narrow"/>
                <w:b/>
                <w:sz w:val="56"/>
                <w:szCs w:val="56"/>
              </w:rPr>
              <w:t>Collaborative Information Systems for Student Projects</w:t>
            </w:r>
          </w:p>
        </w:tc>
      </w:tr>
    </w:tbl>
    <w:p w:rsidR="00DB5551" w:rsidRDefault="00DB5551"/>
    <w:p w:rsidR="00DB5551" w:rsidRDefault="00DB5551"/>
    <w:tbl>
      <w:tblPr>
        <w:tblW w:w="0" w:type="auto"/>
        <w:tblLook w:val="01E0"/>
      </w:tblPr>
      <w:tblGrid>
        <w:gridCol w:w="4428"/>
        <w:gridCol w:w="4428"/>
      </w:tblGrid>
      <w:tr w:rsidR="00DB5551" w:rsidRPr="0066091A" w:rsidTr="00790741">
        <w:tc>
          <w:tcPr>
            <w:tcW w:w="4428" w:type="dxa"/>
            <w:tcBorders>
              <w:top w:val="single" w:sz="18" w:space="0" w:color="auto"/>
              <w:bottom w:val="single" w:sz="12" w:space="0" w:color="auto"/>
            </w:tcBorders>
          </w:tcPr>
          <w:p w:rsidR="00DB5551" w:rsidRPr="0066091A" w:rsidRDefault="00DB5551" w:rsidP="00790741">
            <w:pPr>
              <w:rPr>
                <w:rFonts w:ascii="Arial" w:hAnsi="Arial" w:cs="Arial"/>
                <w:sz w:val="28"/>
                <w:szCs w:val="28"/>
              </w:rPr>
            </w:pPr>
            <w:r w:rsidRPr="0066091A">
              <w:rPr>
                <w:rFonts w:ascii="Arial" w:hAnsi="Arial" w:cs="Arial"/>
                <w:sz w:val="28"/>
                <w:szCs w:val="28"/>
              </w:rPr>
              <w:t>LEARNING OBJECTIVES</w:t>
            </w:r>
          </w:p>
        </w:tc>
        <w:tc>
          <w:tcPr>
            <w:tcW w:w="4428" w:type="dxa"/>
          </w:tcPr>
          <w:p w:rsidR="00DB5551" w:rsidRPr="0066091A" w:rsidRDefault="00DB5551" w:rsidP="00790741">
            <w:pPr>
              <w:rPr>
                <w:rFonts w:ascii="Arial" w:hAnsi="Arial" w:cs="Arial"/>
                <w:sz w:val="28"/>
                <w:szCs w:val="28"/>
              </w:rPr>
            </w:pPr>
          </w:p>
        </w:tc>
      </w:tr>
    </w:tbl>
    <w:p w:rsidR="00DB5551" w:rsidRDefault="00DB5551"/>
    <w:p w:rsidR="00DB5551" w:rsidRDefault="00DB5551" w:rsidP="00EA6523">
      <w:pPr>
        <w:numPr>
          <w:ilvl w:val="0"/>
          <w:numId w:val="3"/>
          <w:numberingChange w:id="0" w:author="Unknown" w:date="2013-01-11T12:26:00Z" w:original="%1:1:0:."/>
        </w:numPr>
      </w:pPr>
      <w:r>
        <w:t>Explain the IS requirements for student project collaboration.</w:t>
      </w:r>
    </w:p>
    <w:p w:rsidR="00DB5551" w:rsidRDefault="00DB5551" w:rsidP="00EA6523">
      <w:pPr>
        <w:numPr>
          <w:ilvl w:val="0"/>
          <w:numId w:val="3"/>
          <w:numberingChange w:id="1" w:author="Unknown" w:date="2013-01-11T12:26:00Z" w:original="%1:2:0:."/>
        </w:numPr>
      </w:pPr>
      <w:r>
        <w:t>Discuss how teams use collaboration tools to improve team communication.</w:t>
      </w:r>
    </w:p>
    <w:p w:rsidR="00DB5551" w:rsidRDefault="00DB5551" w:rsidP="00C112DA">
      <w:pPr>
        <w:numPr>
          <w:ilvl w:val="0"/>
          <w:numId w:val="3"/>
          <w:numberingChange w:id="2" w:author="Unknown" w:date="2013-01-11T12:26:00Z" w:original="%1:3:0:."/>
        </w:numPr>
      </w:pPr>
      <w:r>
        <w:t>Describe how to use collaboration tools to share content.</w:t>
      </w:r>
    </w:p>
    <w:p w:rsidR="00DB5551" w:rsidRDefault="00DB5551" w:rsidP="00C112DA">
      <w:pPr>
        <w:numPr>
          <w:ilvl w:val="0"/>
          <w:numId w:val="3"/>
          <w:numberingChange w:id="3" w:author="Unknown" w:date="2013-01-11T12:26:00Z" w:original="%1:4:0:."/>
        </w:numPr>
      </w:pPr>
      <w:r>
        <w:t>Explain how to use collaboration tools for project planning and management.</w:t>
      </w:r>
    </w:p>
    <w:p w:rsidR="00DB5551" w:rsidRDefault="00DB5551" w:rsidP="00DC5C88">
      <w:pPr>
        <w:numPr>
          <w:ilvl w:val="0"/>
          <w:numId w:val="3"/>
          <w:numberingChange w:id="4" w:author="Unknown" w:date="2013-01-11T12:26:00Z" w:original="%1:5:0:."/>
        </w:numPr>
      </w:pPr>
      <w:r>
        <w:t>Determine which collaboration system is right for your team.</w:t>
      </w:r>
    </w:p>
    <w:p w:rsidR="00DB5551" w:rsidRDefault="00DB5551" w:rsidP="003D35CC"/>
    <w:p w:rsidR="00DB5551" w:rsidRDefault="00DB5551" w:rsidP="003D35CC"/>
    <w:tbl>
      <w:tblPr>
        <w:tblW w:w="0" w:type="auto"/>
        <w:tblLook w:val="01E0"/>
      </w:tblPr>
      <w:tblGrid>
        <w:gridCol w:w="4428"/>
        <w:gridCol w:w="4428"/>
      </w:tblGrid>
      <w:tr w:rsidR="00DB5551" w:rsidRPr="0066091A" w:rsidTr="00790741">
        <w:tc>
          <w:tcPr>
            <w:tcW w:w="4428" w:type="dxa"/>
            <w:tcBorders>
              <w:top w:val="single" w:sz="18" w:space="0" w:color="auto"/>
              <w:bottom w:val="single" w:sz="12" w:space="0" w:color="auto"/>
            </w:tcBorders>
          </w:tcPr>
          <w:p w:rsidR="00DB5551" w:rsidRPr="0066091A" w:rsidRDefault="00DB5551" w:rsidP="00790741">
            <w:pPr>
              <w:rPr>
                <w:rFonts w:ascii="Arial" w:hAnsi="Arial" w:cs="Arial"/>
                <w:sz w:val="28"/>
                <w:szCs w:val="28"/>
              </w:rPr>
            </w:pPr>
            <w:r w:rsidRPr="0066091A">
              <w:rPr>
                <w:rFonts w:ascii="Arial" w:hAnsi="Arial" w:cs="Arial"/>
                <w:sz w:val="28"/>
                <w:szCs w:val="28"/>
              </w:rPr>
              <w:t>CHAPTER OUTLINE</w:t>
            </w:r>
          </w:p>
        </w:tc>
        <w:tc>
          <w:tcPr>
            <w:tcW w:w="4428" w:type="dxa"/>
          </w:tcPr>
          <w:p w:rsidR="00DB5551" w:rsidRPr="0066091A" w:rsidRDefault="00DB5551" w:rsidP="00790741">
            <w:pPr>
              <w:rPr>
                <w:rFonts w:ascii="Arial" w:hAnsi="Arial" w:cs="Arial"/>
                <w:sz w:val="28"/>
                <w:szCs w:val="28"/>
              </w:rPr>
            </w:pPr>
          </w:p>
        </w:tc>
      </w:tr>
    </w:tbl>
    <w:p w:rsidR="00DB5551" w:rsidRDefault="00DB5551"/>
    <w:p w:rsidR="00DB5551" w:rsidRDefault="00DB5551" w:rsidP="00B42BE9">
      <w:pPr>
        <w:numPr>
          <w:ilvl w:val="0"/>
          <w:numId w:val="1"/>
          <w:numberingChange w:id="5" w:author="Unknown" w:date="2013-01-11T12:26:00Z" w:original=""/>
        </w:numPr>
        <w:ind w:left="360" w:hanging="360"/>
      </w:pPr>
      <w:r>
        <w:t>What are the IS requirements for student project collaboration?</w:t>
      </w:r>
    </w:p>
    <w:p w:rsidR="00DB5551" w:rsidRDefault="00DB5551" w:rsidP="00C237C0">
      <w:pPr>
        <w:numPr>
          <w:ilvl w:val="0"/>
          <w:numId w:val="1"/>
          <w:numberingChange w:id="6" w:author="Unknown" w:date="2013-01-11T12:26:00Z" w:original=""/>
        </w:numPr>
        <w:ind w:firstLine="360"/>
      </w:pPr>
      <w:r>
        <w:t>Required features</w:t>
      </w:r>
    </w:p>
    <w:p w:rsidR="00DB5551" w:rsidRDefault="00DB5551" w:rsidP="00C237C0">
      <w:pPr>
        <w:numPr>
          <w:ilvl w:val="0"/>
          <w:numId w:val="1"/>
          <w:numberingChange w:id="7" w:author="Unknown" w:date="2013-01-11T12:26:00Z" w:original=""/>
        </w:numPr>
        <w:ind w:firstLine="360"/>
      </w:pPr>
      <w:r>
        <w:t>Nice-to-have features</w:t>
      </w:r>
    </w:p>
    <w:p w:rsidR="00DB5551" w:rsidRDefault="00DB5551" w:rsidP="00C237C0">
      <w:pPr>
        <w:numPr>
          <w:ilvl w:val="0"/>
          <w:numId w:val="1"/>
          <w:numberingChange w:id="8" w:author="Unknown" w:date="2013-01-11T12:26:00Z" w:original=""/>
        </w:numPr>
        <w:ind w:firstLine="360"/>
      </w:pPr>
      <w:r>
        <w:t>Collaboration tool characteristics</w:t>
      </w:r>
    </w:p>
    <w:p w:rsidR="00DB5551" w:rsidRDefault="00DB5551" w:rsidP="00B42BE9">
      <w:pPr>
        <w:numPr>
          <w:ilvl w:val="0"/>
          <w:numId w:val="1"/>
          <w:numberingChange w:id="9" w:author="Unknown" w:date="2013-01-11T12:26:00Z" w:original=""/>
        </w:numPr>
        <w:ind w:left="360" w:hanging="360"/>
      </w:pPr>
      <w:r>
        <w:t>How can you use collaboration tools to improve team communication?</w:t>
      </w:r>
    </w:p>
    <w:p w:rsidR="00DB5551" w:rsidRDefault="00DB5551" w:rsidP="00CA4B7B">
      <w:pPr>
        <w:numPr>
          <w:ilvl w:val="0"/>
          <w:numId w:val="1"/>
          <w:numberingChange w:id="10" w:author="Unknown" w:date="2013-01-11T12:26:00Z" w:original=""/>
        </w:numPr>
        <w:ind w:left="360" w:hanging="360"/>
      </w:pPr>
      <w:r>
        <w:t>How can you use collaboration systems to share content?</w:t>
      </w:r>
    </w:p>
    <w:p w:rsidR="00DB5551" w:rsidRDefault="00DB5551" w:rsidP="00FE5C52">
      <w:pPr>
        <w:numPr>
          <w:ilvl w:val="0"/>
          <w:numId w:val="2"/>
          <w:numberingChange w:id="11" w:author="Unknown" w:date="2013-01-11T12:26:00Z" w:original=""/>
        </w:numPr>
      </w:pPr>
      <w:r>
        <w:t>Shared content with no control</w:t>
      </w:r>
    </w:p>
    <w:p w:rsidR="00DB5551" w:rsidRDefault="00DB5551" w:rsidP="00FE5C52">
      <w:pPr>
        <w:numPr>
          <w:ilvl w:val="0"/>
          <w:numId w:val="2"/>
          <w:numberingChange w:id="12" w:author="Unknown" w:date="2013-01-11T12:26:00Z" w:original=""/>
        </w:numPr>
      </w:pPr>
      <w:r>
        <w:t>Shared content with version management</w:t>
      </w:r>
    </w:p>
    <w:p w:rsidR="00DB5551" w:rsidRDefault="00DB5551" w:rsidP="00FE5C52">
      <w:pPr>
        <w:numPr>
          <w:ilvl w:val="0"/>
          <w:numId w:val="2"/>
          <w:numberingChange w:id="13" w:author="Unknown" w:date="2013-01-11T12:26:00Z" w:original=""/>
        </w:numPr>
      </w:pPr>
      <w:r>
        <w:t>Shared content with version control</w:t>
      </w:r>
    </w:p>
    <w:p w:rsidR="00DB5551" w:rsidRDefault="00DB5551">
      <w:pPr>
        <w:numPr>
          <w:ilvl w:val="0"/>
          <w:numId w:val="1"/>
          <w:numberingChange w:id="14" w:author="Unknown" w:date="2013-01-11T12:26:00Z" w:original=""/>
        </w:numPr>
      </w:pPr>
      <w:r>
        <w:t>How can you use collaboration tools for project planning and management?</w:t>
      </w:r>
    </w:p>
    <w:p w:rsidR="00DB5551" w:rsidRDefault="00DB5551">
      <w:pPr>
        <w:numPr>
          <w:ilvl w:val="0"/>
          <w:numId w:val="1"/>
          <w:numberingChange w:id="15" w:author="Unknown" w:date="2013-01-11T12:26:00Z" w:original=""/>
        </w:numPr>
      </w:pPr>
      <w:r>
        <w:t>Which collaboration information system is right for your team?</w:t>
      </w:r>
    </w:p>
    <w:p w:rsidR="00DB5551" w:rsidRDefault="00DB5551" w:rsidP="00D9559A">
      <w:pPr>
        <w:numPr>
          <w:ilvl w:val="0"/>
          <w:numId w:val="2"/>
          <w:numberingChange w:id="16" w:author="Unknown" w:date="2013-01-11T12:26:00Z" w:original=""/>
        </w:numPr>
      </w:pPr>
      <w:r>
        <w:t>The minimal collaboration tool set</w:t>
      </w:r>
    </w:p>
    <w:p w:rsidR="00DB5551" w:rsidRDefault="00DB5551" w:rsidP="00C237C0">
      <w:pPr>
        <w:numPr>
          <w:ilvl w:val="0"/>
          <w:numId w:val="2"/>
          <w:numberingChange w:id="17" w:author="Unknown" w:date="2013-01-11T12:26:00Z" w:original=""/>
        </w:numPr>
      </w:pPr>
      <w:r>
        <w:t>The good collaboration tool set</w:t>
      </w:r>
    </w:p>
    <w:p w:rsidR="00DB5551" w:rsidRDefault="00DB5551" w:rsidP="00D9559A">
      <w:pPr>
        <w:numPr>
          <w:ilvl w:val="0"/>
          <w:numId w:val="2"/>
          <w:numberingChange w:id="18" w:author="Unknown" w:date="2013-01-11T12:26:00Z" w:original=""/>
        </w:numPr>
      </w:pPr>
      <w:r>
        <w:t>The comprehensive collaboration tool set</w:t>
      </w:r>
    </w:p>
    <w:p w:rsidR="00DB5551" w:rsidRDefault="00DB5551" w:rsidP="00D9559A">
      <w:pPr>
        <w:numPr>
          <w:ilvl w:val="0"/>
          <w:numId w:val="2"/>
          <w:numberingChange w:id="19" w:author="Unknown" w:date="2013-01-11T12:26:00Z" w:original=""/>
        </w:numPr>
      </w:pPr>
      <w:r>
        <w:t>Choosing the set for your team</w:t>
      </w:r>
    </w:p>
    <w:p w:rsidR="00DB5551" w:rsidRDefault="00DB5551" w:rsidP="00D9559A">
      <w:pPr>
        <w:numPr>
          <w:ilvl w:val="0"/>
          <w:numId w:val="2"/>
          <w:numberingChange w:id="20" w:author="Unknown" w:date="2013-01-11T12:26:00Z" w:original=""/>
        </w:numPr>
      </w:pPr>
      <w:r>
        <w:t>Don’t forget procedures and people!</w:t>
      </w:r>
    </w:p>
    <w:p w:rsidR="00DB5551" w:rsidRDefault="00DB5551"/>
    <w:p w:rsidR="00DB5551" w:rsidRDefault="00DB5551"/>
    <w:tbl>
      <w:tblPr>
        <w:tblW w:w="0" w:type="auto"/>
        <w:tblLook w:val="01E0"/>
      </w:tblPr>
      <w:tblGrid>
        <w:gridCol w:w="4428"/>
        <w:gridCol w:w="4428"/>
      </w:tblGrid>
      <w:tr w:rsidR="00DB5551" w:rsidRPr="0066091A" w:rsidTr="00790741">
        <w:tc>
          <w:tcPr>
            <w:tcW w:w="4428" w:type="dxa"/>
            <w:tcBorders>
              <w:top w:val="single" w:sz="18" w:space="0" w:color="auto"/>
              <w:bottom w:val="single" w:sz="12" w:space="0" w:color="auto"/>
            </w:tcBorders>
          </w:tcPr>
          <w:p w:rsidR="00DB5551" w:rsidRPr="0066091A" w:rsidRDefault="00DB5551" w:rsidP="00790741">
            <w:pPr>
              <w:rPr>
                <w:rFonts w:ascii="Arial" w:hAnsi="Arial" w:cs="Arial"/>
                <w:sz w:val="28"/>
                <w:szCs w:val="28"/>
              </w:rPr>
            </w:pPr>
            <w:r w:rsidRPr="0066091A">
              <w:rPr>
                <w:rFonts w:ascii="Arial" w:hAnsi="Arial" w:cs="Arial"/>
                <w:sz w:val="28"/>
                <w:szCs w:val="28"/>
              </w:rPr>
              <w:t>USING YOUR KNOWLEDGE</w:t>
            </w:r>
          </w:p>
        </w:tc>
        <w:tc>
          <w:tcPr>
            <w:tcW w:w="4428" w:type="dxa"/>
          </w:tcPr>
          <w:p w:rsidR="00DB5551" w:rsidRPr="0066091A" w:rsidRDefault="00DB5551" w:rsidP="00790741">
            <w:pPr>
              <w:rPr>
                <w:rFonts w:ascii="Arial" w:hAnsi="Arial" w:cs="Arial"/>
                <w:sz w:val="28"/>
                <w:szCs w:val="28"/>
              </w:rPr>
            </w:pPr>
          </w:p>
        </w:tc>
      </w:tr>
    </w:tbl>
    <w:p w:rsidR="00DB5551" w:rsidRDefault="00DB5551" w:rsidP="007B049C"/>
    <w:p w:rsidR="00DB5551" w:rsidRDefault="00DB5551" w:rsidP="0054535B">
      <w:pPr>
        <w:autoSpaceDE w:val="0"/>
        <w:autoSpaceDN w:val="0"/>
        <w:adjustRightInd w:val="0"/>
        <w:ind w:left="360" w:hanging="360"/>
        <w:rPr>
          <w:i/>
        </w:rPr>
      </w:pPr>
      <w:r>
        <w:rPr>
          <w:i/>
        </w:rPr>
        <w:t>1.</w:t>
      </w:r>
      <w:r>
        <w:rPr>
          <w:i/>
        </w:rPr>
        <w:tab/>
      </w:r>
      <w:r w:rsidRPr="0054535B">
        <w:rPr>
          <w:i/>
        </w:rPr>
        <w:t>Evaluate Q1. Based on your experience as a team member, do you agree that the three requirements are mandatory for a collaborative team? Justify your answer. Modify those requirements in any way you see fit to better describe your own collaborative team experience. Do you find any of the nice-to-have requirements unnecessary? Would you add any others? Do you think any of the collaboration tool characteristics requirements are unnecessary? Would you add any?</w:t>
      </w:r>
    </w:p>
    <w:p w:rsidR="00DB5551" w:rsidRDefault="00DB5551" w:rsidP="007B049C">
      <w:pPr>
        <w:widowControl w:val="0"/>
        <w:ind w:left="360"/>
      </w:pPr>
    </w:p>
    <w:p w:rsidR="00DB5551" w:rsidRDefault="00DB5551" w:rsidP="00134600">
      <w:pPr>
        <w:widowControl w:val="0"/>
        <w:ind w:left="360"/>
      </w:pPr>
      <w:r>
        <w:t xml:space="preserve">Student responses will vary depending on their specific prior experiences with collaborative teams and collaborative information systems. In your discussion, emphasize the value of feedback and iteration to teams, but also emphasize that the team members must have the skills to accept critiques, criticism, and revisions of their work. In some student teams, the focus is strictly on fulfilling a requirement and not necessarily producing the highest quality work product possible through the collaborative efforts of the team members.  As a result, student teams might not recognize the value of content sharing.  In addition, students may be reticent about holding other team members accountable for their tasks, so project planning and management may not be high on their list of requirements. </w:t>
      </w:r>
      <w:r>
        <w:rPr>
          <w:color w:val="000000"/>
        </w:rPr>
        <w:t xml:space="preserve">(LO: 1, Learning Outcome: </w:t>
      </w:r>
      <w:r w:rsidRPr="008D17EA">
        <w:rPr>
          <w:color w:val="000000"/>
        </w:rPr>
        <w:t>Explain how IS can enhance systems of collaboration and teamwork</w:t>
      </w:r>
      <w:r>
        <w:rPr>
          <w:color w:val="000000"/>
        </w:rPr>
        <w:t>,</w:t>
      </w:r>
      <w:r w:rsidRPr="00272BD9">
        <w:rPr>
          <w:color w:val="222222"/>
        </w:rPr>
        <w:t xml:space="preserve"> </w:t>
      </w:r>
      <w:r>
        <w:rPr>
          <w:color w:val="222222"/>
        </w:rPr>
        <w:t xml:space="preserve">AACSB: </w:t>
      </w:r>
      <w:r w:rsidRPr="008D17EA">
        <w:rPr>
          <w:color w:val="222222"/>
        </w:rPr>
        <w:t>Reflective Thinking Skills</w:t>
      </w:r>
      <w:r>
        <w:rPr>
          <w:color w:val="222222"/>
        </w:rPr>
        <w:t>)</w:t>
      </w:r>
    </w:p>
    <w:p w:rsidR="00DB5551" w:rsidRDefault="00DB5551" w:rsidP="007B049C">
      <w:pPr>
        <w:widowControl w:val="0"/>
        <w:ind w:left="360"/>
      </w:pPr>
    </w:p>
    <w:p w:rsidR="00DB5551" w:rsidRDefault="00DB5551" w:rsidP="0054535B">
      <w:pPr>
        <w:autoSpaceDE w:val="0"/>
        <w:autoSpaceDN w:val="0"/>
        <w:adjustRightInd w:val="0"/>
        <w:ind w:left="360" w:hanging="360"/>
        <w:rPr>
          <w:i/>
        </w:rPr>
      </w:pPr>
      <w:r>
        <w:rPr>
          <w:i/>
        </w:rPr>
        <w:t>2.</w:t>
      </w:r>
      <w:r>
        <w:rPr>
          <w:i/>
        </w:rPr>
        <w:tab/>
      </w:r>
      <w:r w:rsidRPr="0054535B">
        <w:rPr>
          <w:i/>
        </w:rPr>
        <w:t>Based on your answers to question 1, revise the list in Figure CE2-1 so that it is appropriate for your team experience. Discuss your revised list with others and describe any changes they would make to it.</w:t>
      </w:r>
    </w:p>
    <w:p w:rsidR="00DB5551" w:rsidRDefault="00DB5551" w:rsidP="005C47FD">
      <w:pPr>
        <w:widowControl w:val="0"/>
        <w:ind w:left="360" w:hanging="360"/>
        <w:rPr>
          <w:i/>
        </w:rPr>
      </w:pPr>
    </w:p>
    <w:p w:rsidR="00DB5551" w:rsidRDefault="00DB5551" w:rsidP="0054535B">
      <w:pPr>
        <w:widowControl w:val="0"/>
        <w:ind w:left="360"/>
      </w:pPr>
      <w:r w:rsidRPr="0054535B">
        <w:t>Student responses will vary.</w:t>
      </w:r>
      <w:r>
        <w:t xml:space="preserve">  If students omit any of the required features listed in CE2-1, insist that they justify that omission and are prepared to defend their position.  It is important that students recognize the value of these features even though using them will require that students alter their approach to team projects.</w:t>
      </w:r>
      <w:r w:rsidRPr="0054535B">
        <w:t xml:space="preserve"> (LO: </w:t>
      </w:r>
      <w:r>
        <w:t>1</w:t>
      </w:r>
      <w:r w:rsidRPr="0054535B">
        <w:t>, Learning Outcome: Explain how IS can enhance systems of collaboration and teamwork, AACSB: Reflective Thinking Skills)</w:t>
      </w:r>
    </w:p>
    <w:p w:rsidR="00DB5551" w:rsidRDefault="00DB5551" w:rsidP="005C47FD">
      <w:pPr>
        <w:widowControl w:val="0"/>
      </w:pPr>
    </w:p>
    <w:p w:rsidR="00DB5551" w:rsidRDefault="00DB5551">
      <w:pPr>
        <w:widowControl w:val="0"/>
        <w:ind w:left="360" w:hanging="360"/>
        <w:rPr>
          <w:i/>
        </w:rPr>
      </w:pPr>
      <w:r>
        <w:rPr>
          <w:i/>
        </w:rPr>
        <w:t>3.</w:t>
      </w:r>
      <w:r>
        <w:rPr>
          <w:i/>
        </w:rPr>
        <w:tab/>
      </w:r>
      <w:r w:rsidRPr="0054535B">
        <w:rPr>
          <w:i/>
        </w:rPr>
        <w:t>Choose one of the three alternatives described in Q5 for use by your collaborative team. To do so, answer the following questions (if possible, answer these questions with your team):</w:t>
      </w:r>
    </w:p>
    <w:p w:rsidR="00DB5551" w:rsidRDefault="00DB5551" w:rsidP="005C47FD">
      <w:pPr>
        <w:widowControl w:val="0"/>
      </w:pPr>
    </w:p>
    <w:p w:rsidR="00DB5551" w:rsidRDefault="00DB5551" w:rsidP="0054535B">
      <w:pPr>
        <w:widowControl w:val="0"/>
        <w:ind w:left="360"/>
      </w:pPr>
      <w:r>
        <w:t>The list of collaboration requirements will vary among student groups.  You should push your students to discover the benefits of tools beyond the “minimal” set in Figure CE2-16, since this set consists of tools students probably already use.</w:t>
      </w:r>
      <w:r w:rsidRPr="00272BD9">
        <w:rPr>
          <w:color w:val="000000"/>
        </w:rPr>
        <w:t xml:space="preserve"> </w:t>
      </w:r>
      <w:r>
        <w:rPr>
          <w:color w:val="000000"/>
        </w:rPr>
        <w:t xml:space="preserve">(LO: 5, Learning Outcome: </w:t>
      </w:r>
      <w:r w:rsidRPr="008D17EA">
        <w:rPr>
          <w:color w:val="000000"/>
        </w:rPr>
        <w:t>Explain how IS can enhance systems of collaboration and teamwork</w:t>
      </w:r>
      <w:r>
        <w:rPr>
          <w:color w:val="000000"/>
        </w:rPr>
        <w:t>,</w:t>
      </w:r>
      <w:r w:rsidRPr="00272BD9">
        <w:rPr>
          <w:color w:val="222222"/>
        </w:rPr>
        <w:t xml:space="preserve"> </w:t>
      </w:r>
      <w:r>
        <w:rPr>
          <w:color w:val="222222"/>
        </w:rPr>
        <w:t xml:space="preserve">AACSB: </w:t>
      </w:r>
      <w:r w:rsidRPr="008D17EA">
        <w:rPr>
          <w:color w:val="222222"/>
        </w:rPr>
        <w:t>Use of Information Technology</w:t>
      </w:r>
      <w:r>
        <w:rPr>
          <w:color w:val="222222"/>
        </w:rPr>
        <w:t>)</w:t>
      </w:r>
    </w:p>
    <w:p w:rsidR="00DB5551" w:rsidRDefault="00DB5551" w:rsidP="005C47FD">
      <w:pPr>
        <w:widowControl w:val="0"/>
      </w:pPr>
    </w:p>
    <w:p w:rsidR="00DB5551" w:rsidRPr="0054535B" w:rsidRDefault="00DB5551" w:rsidP="0054535B">
      <w:pPr>
        <w:numPr>
          <w:ilvl w:val="0"/>
          <w:numId w:val="33"/>
          <w:numberingChange w:id="21" w:author="Unknown" w:date="2013-01-11T12:26:00Z" w:original="%1:1:4:."/>
        </w:numPr>
        <w:autoSpaceDE w:val="0"/>
        <w:autoSpaceDN w:val="0"/>
        <w:adjustRightInd w:val="0"/>
        <w:rPr>
          <w:i/>
        </w:rPr>
      </w:pPr>
      <w:r w:rsidRPr="0054535B">
        <w:rPr>
          <w:i/>
        </w:rPr>
        <w:t>Using your and your teammates</w:t>
      </w:r>
      <w:r w:rsidRPr="00A175B1">
        <w:rPr>
          <w:i/>
        </w:rPr>
        <w:t>’</w:t>
      </w:r>
      <w:r w:rsidRPr="0054535B">
        <w:rPr>
          <w:i/>
        </w:rPr>
        <w:t xml:space="preserve"> answers to question 2, create your team</w:t>
      </w:r>
      <w:r w:rsidRPr="00A175B1">
        <w:rPr>
          <w:i/>
        </w:rPr>
        <w:t>’</w:t>
      </w:r>
      <w:r w:rsidRPr="0054535B">
        <w:rPr>
          <w:i/>
        </w:rPr>
        <w:t>s list of requirements.</w:t>
      </w:r>
    </w:p>
    <w:p w:rsidR="00DB5551" w:rsidRDefault="00DB5551" w:rsidP="00134600">
      <w:pPr>
        <w:autoSpaceDE w:val="0"/>
        <w:autoSpaceDN w:val="0"/>
        <w:adjustRightInd w:val="0"/>
        <w:rPr>
          <w:rFonts w:ascii="UtopiaStd-Regular" w:hAnsi="UtopiaStd-Regular" w:cs="UtopiaStd-Regular"/>
          <w:sz w:val="19"/>
          <w:szCs w:val="19"/>
        </w:rPr>
      </w:pPr>
    </w:p>
    <w:p w:rsidR="00DB5551" w:rsidRPr="0054535B" w:rsidRDefault="00DB5551" w:rsidP="0054535B">
      <w:pPr>
        <w:numPr>
          <w:ilvl w:val="0"/>
          <w:numId w:val="33"/>
          <w:numberingChange w:id="22" w:author="Unknown" w:date="2013-01-11T12:26:00Z" w:original="%1:2:4:."/>
        </w:numPr>
        <w:autoSpaceDE w:val="0"/>
        <w:autoSpaceDN w:val="0"/>
        <w:adjustRightInd w:val="0"/>
        <w:rPr>
          <w:i/>
        </w:rPr>
      </w:pPr>
      <w:r w:rsidRPr="0054535B">
        <w:rPr>
          <w:i/>
        </w:rPr>
        <w:t>Create a list of criteria for selecting collaboration tools and creating a collaboration IS. Start with the items in the first column of Figure CE2-16, but add, modify, or delete items depending on your answer to question 3a.</w:t>
      </w:r>
    </w:p>
    <w:p w:rsidR="00DB5551" w:rsidRDefault="00DB5551" w:rsidP="00134600">
      <w:pPr>
        <w:autoSpaceDE w:val="0"/>
        <w:autoSpaceDN w:val="0"/>
        <w:adjustRightInd w:val="0"/>
        <w:rPr>
          <w:rFonts w:ascii="UtopiaStd-Regular" w:hAnsi="UtopiaStd-Regular" w:cs="UtopiaStd-Regular"/>
          <w:sz w:val="19"/>
          <w:szCs w:val="19"/>
        </w:rPr>
      </w:pPr>
    </w:p>
    <w:p w:rsidR="00DB5551" w:rsidRDefault="00DB5551" w:rsidP="00465D38">
      <w:pPr>
        <w:widowControl w:val="0"/>
        <w:ind w:left="720"/>
      </w:pPr>
      <w:r>
        <w:t>The list of criteria for selecting collaboration tools will vary among student groups.  You should push your students to discover the benefits of tools beyond the “minimal” set in Figure CE2-16, since this set consists of tools students probably already use.</w:t>
      </w:r>
      <w:r w:rsidRPr="00272BD9">
        <w:rPr>
          <w:color w:val="000000"/>
        </w:rPr>
        <w:t xml:space="preserve"> </w:t>
      </w:r>
      <w:r>
        <w:rPr>
          <w:color w:val="000000"/>
        </w:rPr>
        <w:t xml:space="preserve">(LO: 1, Learning Outcome: </w:t>
      </w:r>
      <w:r w:rsidRPr="008D17EA">
        <w:rPr>
          <w:color w:val="000000"/>
        </w:rPr>
        <w:t>Explain how IS can enhance systems of collaboration and teamwork</w:t>
      </w:r>
      <w:r>
        <w:rPr>
          <w:color w:val="000000"/>
        </w:rPr>
        <w:t>,</w:t>
      </w:r>
      <w:r w:rsidRPr="00272BD9">
        <w:rPr>
          <w:color w:val="222222"/>
        </w:rPr>
        <w:t xml:space="preserve"> </w:t>
      </w:r>
      <w:r>
        <w:rPr>
          <w:color w:val="222222"/>
        </w:rPr>
        <w:t xml:space="preserve">AACSB: </w:t>
      </w:r>
      <w:r w:rsidRPr="008D17EA">
        <w:rPr>
          <w:color w:val="222222"/>
        </w:rPr>
        <w:t>Use of Information Technology</w:t>
      </w:r>
      <w:r>
        <w:rPr>
          <w:color w:val="222222"/>
        </w:rPr>
        <w:t>)</w:t>
      </w:r>
    </w:p>
    <w:p w:rsidR="00DB5551" w:rsidRDefault="00DB5551" w:rsidP="00134600">
      <w:pPr>
        <w:autoSpaceDE w:val="0"/>
        <w:autoSpaceDN w:val="0"/>
        <w:adjustRightInd w:val="0"/>
        <w:rPr>
          <w:rFonts w:ascii="UtopiaStd-Regular" w:hAnsi="UtopiaStd-Regular" w:cs="UtopiaStd-Regular"/>
          <w:sz w:val="19"/>
          <w:szCs w:val="19"/>
        </w:rPr>
      </w:pPr>
    </w:p>
    <w:p w:rsidR="00DB5551" w:rsidRPr="0054535B" w:rsidRDefault="00DB5551" w:rsidP="0054535B">
      <w:pPr>
        <w:numPr>
          <w:ilvl w:val="0"/>
          <w:numId w:val="33"/>
          <w:numberingChange w:id="23" w:author="Unknown" w:date="2013-01-11T12:26:00Z" w:original="%1:3:4:."/>
        </w:numPr>
        <w:autoSpaceDE w:val="0"/>
        <w:autoSpaceDN w:val="0"/>
        <w:adjustRightInd w:val="0"/>
        <w:rPr>
          <w:i/>
        </w:rPr>
      </w:pPr>
      <w:r w:rsidRPr="0054535B">
        <w:rPr>
          <w:i/>
        </w:rPr>
        <w:t>Score the three alternatives in Q5 against your requirements and your criteria. If you wish, change any of the elements of those three alternatives to create a fourth alternative. Score it as well.</w:t>
      </w:r>
    </w:p>
    <w:p w:rsidR="00DB5551" w:rsidRDefault="00DB5551" w:rsidP="00134600">
      <w:pPr>
        <w:autoSpaceDE w:val="0"/>
        <w:autoSpaceDN w:val="0"/>
        <w:adjustRightInd w:val="0"/>
        <w:rPr>
          <w:rFonts w:ascii="UtopiaStd-Regular" w:hAnsi="UtopiaStd-Regular" w:cs="UtopiaStd-Regular"/>
          <w:sz w:val="19"/>
          <w:szCs w:val="19"/>
        </w:rPr>
      </w:pPr>
    </w:p>
    <w:p w:rsidR="00DB5551" w:rsidRDefault="00DB5551" w:rsidP="00465D38">
      <w:pPr>
        <w:widowControl w:val="0"/>
        <w:ind w:left="720"/>
      </w:pPr>
      <w:r>
        <w:t>The scoring of the three alternative tool sets in Q5 will vary depending on the students’ answers to parts a and b.</w:t>
      </w:r>
      <w:r w:rsidRPr="00272BD9">
        <w:rPr>
          <w:color w:val="000000"/>
        </w:rPr>
        <w:t xml:space="preserve"> </w:t>
      </w:r>
      <w:r>
        <w:rPr>
          <w:color w:val="000000"/>
        </w:rPr>
        <w:t xml:space="preserve">(LO: 5, Learning Outcome: </w:t>
      </w:r>
      <w:r w:rsidRPr="008D17EA">
        <w:rPr>
          <w:color w:val="000000"/>
        </w:rPr>
        <w:t>Explain how IS can enhance systems of collaboration and teamwork</w:t>
      </w:r>
      <w:r>
        <w:rPr>
          <w:color w:val="000000"/>
        </w:rPr>
        <w:t>,</w:t>
      </w:r>
      <w:r w:rsidRPr="00272BD9">
        <w:rPr>
          <w:color w:val="222222"/>
        </w:rPr>
        <w:t xml:space="preserve"> </w:t>
      </w:r>
      <w:r>
        <w:rPr>
          <w:color w:val="222222"/>
        </w:rPr>
        <w:t xml:space="preserve">AACSB: </w:t>
      </w:r>
      <w:r w:rsidRPr="008D17EA">
        <w:rPr>
          <w:color w:val="222222"/>
        </w:rPr>
        <w:t>Use of Information Technology</w:t>
      </w:r>
      <w:r>
        <w:rPr>
          <w:color w:val="222222"/>
        </w:rPr>
        <w:t>)</w:t>
      </w:r>
    </w:p>
    <w:p w:rsidR="00DB5551" w:rsidRDefault="00DB5551" w:rsidP="00134600">
      <w:pPr>
        <w:autoSpaceDE w:val="0"/>
        <w:autoSpaceDN w:val="0"/>
        <w:adjustRightInd w:val="0"/>
        <w:rPr>
          <w:rFonts w:ascii="UtopiaStd-Regular" w:hAnsi="UtopiaStd-Regular" w:cs="UtopiaStd-Regular"/>
          <w:sz w:val="19"/>
          <w:szCs w:val="19"/>
        </w:rPr>
      </w:pPr>
    </w:p>
    <w:p w:rsidR="00DB5551" w:rsidRPr="0054535B" w:rsidRDefault="00DB5551" w:rsidP="0054535B">
      <w:pPr>
        <w:numPr>
          <w:ilvl w:val="0"/>
          <w:numId w:val="33"/>
          <w:numberingChange w:id="24" w:author="Unknown" w:date="2013-01-11T12:26:00Z" w:original="%1:4:4:."/>
        </w:numPr>
        <w:autoSpaceDE w:val="0"/>
        <w:autoSpaceDN w:val="0"/>
        <w:adjustRightInd w:val="0"/>
        <w:rPr>
          <w:i/>
        </w:rPr>
      </w:pPr>
      <w:r w:rsidRPr="0054535B">
        <w:rPr>
          <w:i/>
        </w:rPr>
        <w:t>Based on your answer to question 3c, select a collaboration tool set. Explain your selection.</w:t>
      </w:r>
    </w:p>
    <w:p w:rsidR="00DB5551" w:rsidRDefault="00DB5551" w:rsidP="00134600">
      <w:pPr>
        <w:autoSpaceDE w:val="0"/>
        <w:autoSpaceDN w:val="0"/>
        <w:adjustRightInd w:val="0"/>
        <w:rPr>
          <w:rFonts w:ascii="UtopiaStd-Regular" w:hAnsi="UtopiaStd-Regular" w:cs="UtopiaStd-Regular"/>
          <w:sz w:val="19"/>
          <w:szCs w:val="19"/>
        </w:rPr>
      </w:pPr>
    </w:p>
    <w:p w:rsidR="00DB5551" w:rsidRDefault="00DB5551" w:rsidP="00465D38">
      <w:pPr>
        <w:widowControl w:val="0"/>
        <w:ind w:left="720"/>
      </w:pPr>
      <w:r>
        <w:t>The selection of a specific tool set will vary among the student groups.  Look for some recognition that despite the learning curve, there are strong reasons for gaining skills in using tools from the “comprehensive” tool set.  If students do not recognize this, push them to explain why they feel this way.</w:t>
      </w:r>
      <w:r w:rsidRPr="00272BD9">
        <w:rPr>
          <w:color w:val="000000"/>
        </w:rPr>
        <w:t xml:space="preserve"> </w:t>
      </w:r>
      <w:r>
        <w:rPr>
          <w:color w:val="000000"/>
        </w:rPr>
        <w:t xml:space="preserve">(LO: 5, Learning Outcome: </w:t>
      </w:r>
      <w:r w:rsidRPr="008D17EA">
        <w:rPr>
          <w:color w:val="000000"/>
        </w:rPr>
        <w:t>Explain how IS can enhance systems of collaboration and teamwork</w:t>
      </w:r>
      <w:r>
        <w:rPr>
          <w:color w:val="000000"/>
        </w:rPr>
        <w:t>,</w:t>
      </w:r>
      <w:r w:rsidRPr="00272BD9">
        <w:rPr>
          <w:color w:val="222222"/>
        </w:rPr>
        <w:t xml:space="preserve"> </w:t>
      </w:r>
      <w:r>
        <w:rPr>
          <w:color w:val="222222"/>
        </w:rPr>
        <w:t xml:space="preserve">AACSB: </w:t>
      </w:r>
      <w:r w:rsidRPr="008D17EA">
        <w:rPr>
          <w:color w:val="222222"/>
        </w:rPr>
        <w:t>Use of Information Technology</w:t>
      </w:r>
      <w:r>
        <w:rPr>
          <w:color w:val="222222"/>
        </w:rPr>
        <w:t>)</w:t>
      </w:r>
    </w:p>
    <w:p w:rsidR="00DB5551" w:rsidRDefault="00DB5551" w:rsidP="00134600">
      <w:pPr>
        <w:autoSpaceDE w:val="0"/>
        <w:autoSpaceDN w:val="0"/>
        <w:adjustRightInd w:val="0"/>
        <w:rPr>
          <w:rFonts w:ascii="UtopiaStd-Regular" w:hAnsi="UtopiaStd-Regular" w:cs="UtopiaStd-Regular"/>
          <w:sz w:val="19"/>
          <w:szCs w:val="19"/>
        </w:rPr>
      </w:pPr>
    </w:p>
    <w:p w:rsidR="00DB5551" w:rsidRPr="0054535B" w:rsidRDefault="00DB5551" w:rsidP="0054535B">
      <w:pPr>
        <w:numPr>
          <w:ilvl w:val="0"/>
          <w:numId w:val="33"/>
          <w:numberingChange w:id="25" w:author="Unknown" w:date="2013-01-11T12:26:00Z" w:original="%1:5:4:."/>
        </w:numPr>
        <w:autoSpaceDE w:val="0"/>
        <w:autoSpaceDN w:val="0"/>
        <w:adjustRightInd w:val="0"/>
        <w:rPr>
          <w:i/>
        </w:rPr>
      </w:pPr>
      <w:r w:rsidRPr="0054535B">
        <w:rPr>
          <w:i/>
        </w:rPr>
        <w:t>Given your answer to question 3d, how will you construct your collaboration IS? Specifically, what procedures will you need to develop and how will your team members obtain training? Will you need to have any special jobs or roles for your team members? If so, describe them.</w:t>
      </w:r>
    </w:p>
    <w:p w:rsidR="00DB5551" w:rsidRDefault="00DB5551" w:rsidP="0054535B">
      <w:pPr>
        <w:autoSpaceDE w:val="0"/>
        <w:autoSpaceDN w:val="0"/>
        <w:adjustRightInd w:val="0"/>
      </w:pPr>
    </w:p>
    <w:p w:rsidR="00DB5551" w:rsidRDefault="00DB5551" w:rsidP="00465D38">
      <w:pPr>
        <w:widowControl w:val="0"/>
        <w:ind w:left="720"/>
      </w:pPr>
      <w:r>
        <w:t>Procedures will be important to the group’s success in using their selected collaboration tool set because people are likely to fall back into old familiar patterns (the “minimal” tool set) without some commitment to change.  Students should commit to going through training together as a team, possibly using online training resources like Lynda.com.  At least initially, the team should appoint someone to monitor the group’s use of the tools and help ensure the successful adoption of the new ways of working together collaboratively.</w:t>
      </w:r>
      <w:r w:rsidRPr="00272BD9">
        <w:rPr>
          <w:color w:val="000000"/>
        </w:rPr>
        <w:t xml:space="preserve"> </w:t>
      </w:r>
      <w:r>
        <w:rPr>
          <w:color w:val="000000"/>
        </w:rPr>
        <w:t>(LO: 5</w:t>
      </w:r>
      <w:bookmarkStart w:id="26" w:name="_GoBack"/>
      <w:bookmarkEnd w:id="26"/>
      <w:r>
        <w:rPr>
          <w:color w:val="000000"/>
        </w:rPr>
        <w:t xml:space="preserve">, Learning Outcome: </w:t>
      </w:r>
      <w:r w:rsidRPr="008D17EA">
        <w:rPr>
          <w:color w:val="000000"/>
        </w:rPr>
        <w:t>Explain how IS can enhance systems of collaboration and teamwork</w:t>
      </w:r>
      <w:r>
        <w:rPr>
          <w:color w:val="000000"/>
        </w:rPr>
        <w:t>,</w:t>
      </w:r>
      <w:r w:rsidRPr="00272BD9">
        <w:rPr>
          <w:color w:val="222222"/>
        </w:rPr>
        <w:t xml:space="preserve"> </w:t>
      </w:r>
      <w:r>
        <w:rPr>
          <w:color w:val="222222"/>
        </w:rPr>
        <w:t xml:space="preserve">AACSB: </w:t>
      </w:r>
      <w:r w:rsidRPr="008D17EA">
        <w:rPr>
          <w:color w:val="222222"/>
        </w:rPr>
        <w:t>Use of Information Technology</w:t>
      </w:r>
      <w:r>
        <w:rPr>
          <w:color w:val="222222"/>
        </w:rPr>
        <w:t>)</w:t>
      </w:r>
    </w:p>
    <w:p w:rsidR="00DB5551" w:rsidRPr="006E7A0E" w:rsidRDefault="00DB5551" w:rsidP="00465D38">
      <w:pPr>
        <w:widowControl w:val="0"/>
        <w:ind w:left="360"/>
      </w:pPr>
    </w:p>
    <w:p w:rsidR="00DB5551" w:rsidRDefault="00DB5551" w:rsidP="0054535B">
      <w:pPr>
        <w:autoSpaceDE w:val="0"/>
        <w:autoSpaceDN w:val="0"/>
        <w:adjustRightInd w:val="0"/>
      </w:pPr>
    </w:p>
    <w:sectPr w:rsidR="00DB5551" w:rsidSect="007753A9">
      <w:headerReference w:type="even" r:id="rId7"/>
      <w:headerReference w:type="default" r:id="rId8"/>
      <w:footerReference w:type="default" r:id="rId9"/>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551" w:rsidRDefault="00DB5551">
      <w:r>
        <w:separator/>
      </w:r>
    </w:p>
  </w:endnote>
  <w:endnote w:type="continuationSeparator" w:id="0">
    <w:p w:rsidR="00DB5551" w:rsidRDefault="00DB55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topiaStd-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topiaStd-Regular">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551" w:rsidRDefault="00DB5551" w:rsidP="00AD5B0C">
    <w:pPr>
      <w:pStyle w:val="Footer"/>
      <w:jc w:val="center"/>
      <w:rPr>
        <w:sz w:val="20"/>
      </w:rPr>
    </w:pPr>
    <w:r>
      <w:rPr>
        <w:sz w:val="20"/>
      </w:rPr>
      <w:t>Copyright © 2014 Pearson Education, Inc.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551" w:rsidRDefault="00DB5551">
      <w:r>
        <w:separator/>
      </w:r>
    </w:p>
  </w:footnote>
  <w:footnote w:type="continuationSeparator" w:id="0">
    <w:p w:rsidR="00DB5551" w:rsidRDefault="00DB55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551" w:rsidRDefault="00DB5551" w:rsidP="00AD5B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5551" w:rsidRDefault="00DB5551" w:rsidP="00802053">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551" w:rsidRDefault="00DB5551" w:rsidP="00BD16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B5551" w:rsidRPr="00F04ACD" w:rsidRDefault="00DB5551" w:rsidP="00802053">
    <w:pPr>
      <w:pStyle w:val="Header"/>
      <w:ind w:right="360"/>
      <w:rPr>
        <w:i/>
        <w:sz w:val="20"/>
      </w:rPr>
    </w:pPr>
    <w:r>
      <w:rPr>
        <w:i/>
        <w:sz w:val="20"/>
      </w:rPr>
      <w:tab/>
      <w:t>Kroenke - Experiencing MIS 4th Ed - Instructor’s Manual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A38"/>
    <w:multiLevelType w:val="hybridMultilevel"/>
    <w:tmpl w:val="DE2AB136"/>
    <w:lvl w:ilvl="0" w:tplc="3024331A">
      <w:start w:val="1"/>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3700E25"/>
    <w:multiLevelType w:val="hybridMultilevel"/>
    <w:tmpl w:val="5F188320"/>
    <w:lvl w:ilvl="0" w:tplc="191837BE">
      <w:start w:val="1"/>
      <w:numFmt w:val="bullet"/>
      <w:pStyle w:val="BLFIR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3A7C15"/>
    <w:multiLevelType w:val="hybridMultilevel"/>
    <w:tmpl w:val="203C0A72"/>
    <w:lvl w:ilvl="0" w:tplc="2C7E3EA4">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0BCB2B0B"/>
    <w:multiLevelType w:val="hybridMultilevel"/>
    <w:tmpl w:val="EBF6D7E6"/>
    <w:lvl w:ilvl="0" w:tplc="02FE32BE">
      <w:start w:val="1"/>
      <w:numFmt w:val="decimal"/>
      <w:lvlText w:val="%1."/>
      <w:lvlJc w:val="left"/>
      <w:pPr>
        <w:tabs>
          <w:tab w:val="num" w:pos="900"/>
        </w:tabs>
        <w:ind w:left="900" w:hanging="720"/>
      </w:pPr>
      <w:rPr>
        <w:rFonts w:cs="Times New Roman" w:hint="default"/>
      </w:rPr>
    </w:lvl>
    <w:lvl w:ilvl="1" w:tplc="04090019">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4">
    <w:nsid w:val="13625167"/>
    <w:multiLevelType w:val="hybridMultilevel"/>
    <w:tmpl w:val="358A533A"/>
    <w:lvl w:ilvl="0" w:tplc="9E08380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4CB55B9"/>
    <w:multiLevelType w:val="hybridMultilevel"/>
    <w:tmpl w:val="E04E9B24"/>
    <w:lvl w:ilvl="0" w:tplc="BFC0C13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79D26F4"/>
    <w:multiLevelType w:val="hybridMultilevel"/>
    <w:tmpl w:val="13F85D36"/>
    <w:lvl w:ilvl="0" w:tplc="9E08380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D2C6502"/>
    <w:multiLevelType w:val="multilevel"/>
    <w:tmpl w:val="70002FC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nsid w:val="1E804EC4"/>
    <w:multiLevelType w:val="hybridMultilevel"/>
    <w:tmpl w:val="10DC4398"/>
    <w:lvl w:ilvl="0" w:tplc="2C7E3EA4">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271129F"/>
    <w:multiLevelType w:val="hybridMultilevel"/>
    <w:tmpl w:val="279E331E"/>
    <w:lvl w:ilvl="0" w:tplc="AAAABFE4">
      <w:start w:val="1"/>
      <w:numFmt w:val="bullet"/>
      <w:lvlText w:val=""/>
      <w:lvlJc w:val="left"/>
      <w:pPr>
        <w:tabs>
          <w:tab w:val="num" w:pos="360"/>
        </w:tabs>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B63592"/>
    <w:multiLevelType w:val="multilevel"/>
    <w:tmpl w:val="CD6418B0"/>
    <w:lvl w:ilvl="0">
      <w:start w:val="1"/>
      <w:numFmt w:val="bullet"/>
      <w:lvlText w:val=""/>
      <w:lvlJc w:val="left"/>
      <w:pPr>
        <w:tabs>
          <w:tab w:val="num" w:pos="360"/>
        </w:tabs>
        <w:ind w:left="72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C44C2B"/>
    <w:multiLevelType w:val="hybridMultilevel"/>
    <w:tmpl w:val="BF1C2DE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96004B9"/>
    <w:multiLevelType w:val="hybridMultilevel"/>
    <w:tmpl w:val="A344113A"/>
    <w:lvl w:ilvl="0" w:tplc="FD900E94">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2DBF28A2"/>
    <w:multiLevelType w:val="hybridMultilevel"/>
    <w:tmpl w:val="2102CC9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2FAC12DC"/>
    <w:multiLevelType w:val="hybridMultilevel"/>
    <w:tmpl w:val="6C0CA93C"/>
    <w:lvl w:ilvl="0" w:tplc="04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14B4C6">
      <w:start w:val="1"/>
      <w:numFmt w:val="lowerLetter"/>
      <w:lvlText w:val="%3."/>
      <w:lvlJc w:val="left"/>
      <w:pPr>
        <w:ind w:left="1965" w:hanging="165"/>
      </w:pPr>
      <w:rPr>
        <w:rFonts w:ascii="UtopiaStd-Bold" w:hAnsi="UtopiaStd-Bold" w:cs="UtopiaStd-Bold" w:hint="default"/>
        <w:b/>
        <w:sz w:val="19"/>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2BA38FB"/>
    <w:multiLevelType w:val="hybridMultilevel"/>
    <w:tmpl w:val="7B22586A"/>
    <w:lvl w:ilvl="0" w:tplc="73FAD822">
      <w:start w:val="1"/>
      <w:numFmt w:val="bullet"/>
      <w:lvlText w:val=""/>
      <w:lvlJc w:val="left"/>
      <w:pPr>
        <w:tabs>
          <w:tab w:val="num" w:pos="360"/>
        </w:tabs>
        <w:ind w:left="7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88C09A3"/>
    <w:multiLevelType w:val="hybridMultilevel"/>
    <w:tmpl w:val="ECF8685C"/>
    <w:lvl w:ilvl="0" w:tplc="E416B6B6">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2894248"/>
    <w:multiLevelType w:val="hybridMultilevel"/>
    <w:tmpl w:val="FD44CEAC"/>
    <w:lvl w:ilvl="0" w:tplc="9E08380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3B41E4E"/>
    <w:multiLevelType w:val="hybridMultilevel"/>
    <w:tmpl w:val="B202765E"/>
    <w:lvl w:ilvl="0" w:tplc="0409000F">
      <w:start w:val="1"/>
      <w:numFmt w:val="decimal"/>
      <w:lvlText w:val="%1."/>
      <w:lvlJc w:val="left"/>
      <w:pPr>
        <w:tabs>
          <w:tab w:val="num" w:pos="720"/>
        </w:tabs>
        <w:ind w:left="720" w:hanging="360"/>
      </w:pPr>
      <w:rPr>
        <w:rFonts w:cs="Times New Roman" w:hint="default"/>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4C5C3337"/>
    <w:multiLevelType w:val="hybridMultilevel"/>
    <w:tmpl w:val="F8BCF9A6"/>
    <w:lvl w:ilvl="0" w:tplc="9E08380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4F6C321D"/>
    <w:multiLevelType w:val="hybridMultilevel"/>
    <w:tmpl w:val="CD666D3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26705C2"/>
    <w:multiLevelType w:val="hybridMultilevel"/>
    <w:tmpl w:val="DF30E40E"/>
    <w:lvl w:ilvl="0" w:tplc="5A5CF942">
      <w:start w:val="1"/>
      <w:numFmt w:val="decimal"/>
      <w:lvlText w:val="%1."/>
      <w:lvlJc w:val="left"/>
      <w:pPr>
        <w:tabs>
          <w:tab w:val="num" w:pos="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563452C4"/>
    <w:multiLevelType w:val="hybridMultilevel"/>
    <w:tmpl w:val="F1C83168"/>
    <w:lvl w:ilvl="0" w:tplc="CBBEEE36">
      <w:start w:val="1"/>
      <w:numFmt w:val="bullet"/>
      <w:lvlText w:val=""/>
      <w:lvlJc w:val="left"/>
      <w:pPr>
        <w:tabs>
          <w:tab w:val="num" w:pos="0"/>
        </w:tabs>
        <w:ind w:firstLine="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5A035EC9"/>
    <w:multiLevelType w:val="hybridMultilevel"/>
    <w:tmpl w:val="C380C2E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AB64379"/>
    <w:multiLevelType w:val="hybridMultilevel"/>
    <w:tmpl w:val="70002FC8"/>
    <w:lvl w:ilvl="0" w:tplc="FD900E94">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5BB91D37"/>
    <w:multiLevelType w:val="hybridMultilevel"/>
    <w:tmpl w:val="08EC833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nsid w:val="5C056318"/>
    <w:multiLevelType w:val="hybridMultilevel"/>
    <w:tmpl w:val="744ABD76"/>
    <w:lvl w:ilvl="0" w:tplc="FD900E94">
      <w:start w:val="1"/>
      <w:numFmt w:val="decimal"/>
      <w:lvlText w:val="%1."/>
      <w:lvlJc w:val="left"/>
      <w:pPr>
        <w:tabs>
          <w:tab w:val="num" w:pos="1080"/>
        </w:tabs>
        <w:ind w:left="1080" w:hanging="720"/>
      </w:pPr>
      <w:rPr>
        <w:rFonts w:cs="Times New Roman" w:hint="default"/>
      </w:rPr>
    </w:lvl>
    <w:lvl w:ilvl="1" w:tplc="4232F740">
      <w:start w:val="1"/>
      <w:numFmt w:val="lowerLetter"/>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D66543A"/>
    <w:multiLevelType w:val="hybridMultilevel"/>
    <w:tmpl w:val="19EA84F8"/>
    <w:lvl w:ilvl="0" w:tplc="8B081D3C">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1E42A5E"/>
    <w:multiLevelType w:val="hybridMultilevel"/>
    <w:tmpl w:val="138C5BE4"/>
    <w:lvl w:ilvl="0" w:tplc="6E10E80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8C87FD5"/>
    <w:multiLevelType w:val="multilevel"/>
    <w:tmpl w:val="CD666D3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744D0BC7"/>
    <w:multiLevelType w:val="hybridMultilevel"/>
    <w:tmpl w:val="8E6C622E"/>
    <w:lvl w:ilvl="0" w:tplc="0409000F">
      <w:start w:val="2"/>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7EF24BC3"/>
    <w:multiLevelType w:val="hybridMultilevel"/>
    <w:tmpl w:val="68BEB24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F954E47"/>
    <w:multiLevelType w:val="multilevel"/>
    <w:tmpl w:val="AF88A86A"/>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9"/>
  </w:num>
  <w:num w:numId="2">
    <w:abstractNumId w:val="22"/>
  </w:num>
  <w:num w:numId="3">
    <w:abstractNumId w:val="14"/>
  </w:num>
  <w:num w:numId="4">
    <w:abstractNumId w:val="21"/>
  </w:num>
  <w:num w:numId="5">
    <w:abstractNumId w:val="17"/>
  </w:num>
  <w:num w:numId="6">
    <w:abstractNumId w:val="4"/>
  </w:num>
  <w:num w:numId="7">
    <w:abstractNumId w:val="19"/>
  </w:num>
  <w:num w:numId="8">
    <w:abstractNumId w:val="6"/>
  </w:num>
  <w:num w:numId="9">
    <w:abstractNumId w:val="13"/>
  </w:num>
  <w:num w:numId="10">
    <w:abstractNumId w:val="26"/>
  </w:num>
  <w:num w:numId="11">
    <w:abstractNumId w:val="16"/>
  </w:num>
  <w:num w:numId="12">
    <w:abstractNumId w:val="12"/>
  </w:num>
  <w:num w:numId="13">
    <w:abstractNumId w:val="24"/>
  </w:num>
  <w:num w:numId="14">
    <w:abstractNumId w:val="7"/>
  </w:num>
  <w:num w:numId="15">
    <w:abstractNumId w:val="25"/>
  </w:num>
  <w:num w:numId="16">
    <w:abstractNumId w:val="3"/>
  </w:num>
  <w:num w:numId="17">
    <w:abstractNumId w:val="32"/>
  </w:num>
  <w:num w:numId="18">
    <w:abstractNumId w:val="2"/>
  </w:num>
  <w:num w:numId="19">
    <w:abstractNumId w:val="8"/>
  </w:num>
  <w:num w:numId="20">
    <w:abstractNumId w:val="0"/>
  </w:num>
  <w:num w:numId="21">
    <w:abstractNumId w:val="23"/>
  </w:num>
  <w:num w:numId="22">
    <w:abstractNumId w:val="1"/>
  </w:num>
  <w:num w:numId="23">
    <w:abstractNumId w:val="5"/>
  </w:num>
  <w:num w:numId="24">
    <w:abstractNumId w:val="10"/>
  </w:num>
  <w:num w:numId="25">
    <w:abstractNumId w:val="15"/>
  </w:num>
  <w:num w:numId="26">
    <w:abstractNumId w:val="18"/>
  </w:num>
  <w:num w:numId="27">
    <w:abstractNumId w:val="30"/>
  </w:num>
  <w:num w:numId="28">
    <w:abstractNumId w:val="28"/>
  </w:num>
  <w:num w:numId="29">
    <w:abstractNumId w:val="20"/>
  </w:num>
  <w:num w:numId="30">
    <w:abstractNumId w:val="29"/>
  </w:num>
  <w:num w:numId="31">
    <w:abstractNumId w:val="27"/>
  </w:num>
  <w:num w:numId="32">
    <w:abstractNumId w:val="31"/>
  </w:num>
  <w:num w:numId="3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360"/>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53A9"/>
    <w:rsid w:val="00006AEC"/>
    <w:rsid w:val="00012ABF"/>
    <w:rsid w:val="00012AC7"/>
    <w:rsid w:val="00012B00"/>
    <w:rsid w:val="000360A9"/>
    <w:rsid w:val="0003746A"/>
    <w:rsid w:val="00044D81"/>
    <w:rsid w:val="00047E30"/>
    <w:rsid w:val="000509B1"/>
    <w:rsid w:val="00052C6C"/>
    <w:rsid w:val="000569C9"/>
    <w:rsid w:val="00066AD8"/>
    <w:rsid w:val="0006720C"/>
    <w:rsid w:val="000806F7"/>
    <w:rsid w:val="00092771"/>
    <w:rsid w:val="00094007"/>
    <w:rsid w:val="000A2B6B"/>
    <w:rsid w:val="000B0CCE"/>
    <w:rsid w:val="000B1379"/>
    <w:rsid w:val="000C0713"/>
    <w:rsid w:val="000C290C"/>
    <w:rsid w:val="000D75C7"/>
    <w:rsid w:val="000F642E"/>
    <w:rsid w:val="00112BE8"/>
    <w:rsid w:val="00134600"/>
    <w:rsid w:val="00135232"/>
    <w:rsid w:val="00135C9B"/>
    <w:rsid w:val="00141E90"/>
    <w:rsid w:val="00182004"/>
    <w:rsid w:val="0018757C"/>
    <w:rsid w:val="00190201"/>
    <w:rsid w:val="0019559F"/>
    <w:rsid w:val="00196475"/>
    <w:rsid w:val="001A19D4"/>
    <w:rsid w:val="001A57AE"/>
    <w:rsid w:val="001B1E69"/>
    <w:rsid w:val="001C1C11"/>
    <w:rsid w:val="00217A30"/>
    <w:rsid w:val="00254F8F"/>
    <w:rsid w:val="0025759C"/>
    <w:rsid w:val="00261787"/>
    <w:rsid w:val="00263674"/>
    <w:rsid w:val="002666F3"/>
    <w:rsid w:val="00266C62"/>
    <w:rsid w:val="00272BD9"/>
    <w:rsid w:val="002759C3"/>
    <w:rsid w:val="00276BE6"/>
    <w:rsid w:val="0028267C"/>
    <w:rsid w:val="00286C67"/>
    <w:rsid w:val="002906A5"/>
    <w:rsid w:val="00291291"/>
    <w:rsid w:val="002A4D4E"/>
    <w:rsid w:val="002C0A69"/>
    <w:rsid w:val="002C3722"/>
    <w:rsid w:val="002C7034"/>
    <w:rsid w:val="002D00D9"/>
    <w:rsid w:val="002D674A"/>
    <w:rsid w:val="002E2D8A"/>
    <w:rsid w:val="002E5543"/>
    <w:rsid w:val="002E5840"/>
    <w:rsid w:val="002F5BBA"/>
    <w:rsid w:val="00302719"/>
    <w:rsid w:val="0030490C"/>
    <w:rsid w:val="003129DB"/>
    <w:rsid w:val="00322E3D"/>
    <w:rsid w:val="003234C3"/>
    <w:rsid w:val="00336ABA"/>
    <w:rsid w:val="00340D74"/>
    <w:rsid w:val="00344595"/>
    <w:rsid w:val="003503F9"/>
    <w:rsid w:val="00353109"/>
    <w:rsid w:val="00355EA8"/>
    <w:rsid w:val="00356D62"/>
    <w:rsid w:val="003647B4"/>
    <w:rsid w:val="00366E54"/>
    <w:rsid w:val="003679F7"/>
    <w:rsid w:val="00381DB4"/>
    <w:rsid w:val="00382423"/>
    <w:rsid w:val="003874FA"/>
    <w:rsid w:val="00390E6B"/>
    <w:rsid w:val="003D35CC"/>
    <w:rsid w:val="003F576F"/>
    <w:rsid w:val="00410881"/>
    <w:rsid w:val="0041321D"/>
    <w:rsid w:val="0041409F"/>
    <w:rsid w:val="00414164"/>
    <w:rsid w:val="00415536"/>
    <w:rsid w:val="00440893"/>
    <w:rsid w:val="00461655"/>
    <w:rsid w:val="00464514"/>
    <w:rsid w:val="00465D38"/>
    <w:rsid w:val="004847AC"/>
    <w:rsid w:val="00496C92"/>
    <w:rsid w:val="004B4EF9"/>
    <w:rsid w:val="004B5C3D"/>
    <w:rsid w:val="004B60E7"/>
    <w:rsid w:val="004C05F9"/>
    <w:rsid w:val="004E3A81"/>
    <w:rsid w:val="004E47CF"/>
    <w:rsid w:val="004F163D"/>
    <w:rsid w:val="004F1713"/>
    <w:rsid w:val="004F56B1"/>
    <w:rsid w:val="005031ED"/>
    <w:rsid w:val="00514FCC"/>
    <w:rsid w:val="00515809"/>
    <w:rsid w:val="00526B65"/>
    <w:rsid w:val="00530A2C"/>
    <w:rsid w:val="00531827"/>
    <w:rsid w:val="00536844"/>
    <w:rsid w:val="005421DA"/>
    <w:rsid w:val="00544440"/>
    <w:rsid w:val="0054535B"/>
    <w:rsid w:val="0055497F"/>
    <w:rsid w:val="00563D35"/>
    <w:rsid w:val="00584348"/>
    <w:rsid w:val="00585A58"/>
    <w:rsid w:val="005945D4"/>
    <w:rsid w:val="005A08AC"/>
    <w:rsid w:val="005A346A"/>
    <w:rsid w:val="005A79E7"/>
    <w:rsid w:val="005B57A2"/>
    <w:rsid w:val="005B5F47"/>
    <w:rsid w:val="005C47FD"/>
    <w:rsid w:val="005D0CB8"/>
    <w:rsid w:val="005D527E"/>
    <w:rsid w:val="005D571F"/>
    <w:rsid w:val="005D7278"/>
    <w:rsid w:val="005E7B98"/>
    <w:rsid w:val="005F034C"/>
    <w:rsid w:val="005F4AEF"/>
    <w:rsid w:val="005F7B93"/>
    <w:rsid w:val="00606ABD"/>
    <w:rsid w:val="006136F1"/>
    <w:rsid w:val="00623DFB"/>
    <w:rsid w:val="00640238"/>
    <w:rsid w:val="0064603D"/>
    <w:rsid w:val="0066091A"/>
    <w:rsid w:val="00672698"/>
    <w:rsid w:val="00682102"/>
    <w:rsid w:val="00697678"/>
    <w:rsid w:val="006B0762"/>
    <w:rsid w:val="006B2666"/>
    <w:rsid w:val="006B2F55"/>
    <w:rsid w:val="006C18FD"/>
    <w:rsid w:val="006C3794"/>
    <w:rsid w:val="006D2986"/>
    <w:rsid w:val="006D5DD2"/>
    <w:rsid w:val="006E79E8"/>
    <w:rsid w:val="006E7A0E"/>
    <w:rsid w:val="006F0D6C"/>
    <w:rsid w:val="006F1B6B"/>
    <w:rsid w:val="007158B7"/>
    <w:rsid w:val="00757247"/>
    <w:rsid w:val="00766FA6"/>
    <w:rsid w:val="0077153B"/>
    <w:rsid w:val="007753A9"/>
    <w:rsid w:val="007776FE"/>
    <w:rsid w:val="00777967"/>
    <w:rsid w:val="00790741"/>
    <w:rsid w:val="007931B0"/>
    <w:rsid w:val="007A4C2F"/>
    <w:rsid w:val="007A6072"/>
    <w:rsid w:val="007B049C"/>
    <w:rsid w:val="007B0FB5"/>
    <w:rsid w:val="007C0334"/>
    <w:rsid w:val="007C29BB"/>
    <w:rsid w:val="007D2D92"/>
    <w:rsid w:val="007D7006"/>
    <w:rsid w:val="007E5651"/>
    <w:rsid w:val="007F39CE"/>
    <w:rsid w:val="00802053"/>
    <w:rsid w:val="008133C6"/>
    <w:rsid w:val="00813763"/>
    <w:rsid w:val="00813BEB"/>
    <w:rsid w:val="00826A11"/>
    <w:rsid w:val="008441B6"/>
    <w:rsid w:val="00865A15"/>
    <w:rsid w:val="00866588"/>
    <w:rsid w:val="00874AD0"/>
    <w:rsid w:val="0087674E"/>
    <w:rsid w:val="00882027"/>
    <w:rsid w:val="00882BA7"/>
    <w:rsid w:val="00886130"/>
    <w:rsid w:val="00890169"/>
    <w:rsid w:val="008938A9"/>
    <w:rsid w:val="008A275D"/>
    <w:rsid w:val="008B501F"/>
    <w:rsid w:val="008B58B9"/>
    <w:rsid w:val="008B5AE6"/>
    <w:rsid w:val="008B7B67"/>
    <w:rsid w:val="008C52CF"/>
    <w:rsid w:val="008C6F75"/>
    <w:rsid w:val="008D17EA"/>
    <w:rsid w:val="008D32A4"/>
    <w:rsid w:val="008D3581"/>
    <w:rsid w:val="008F1E67"/>
    <w:rsid w:val="008F3F31"/>
    <w:rsid w:val="008F7876"/>
    <w:rsid w:val="0090521B"/>
    <w:rsid w:val="0090541E"/>
    <w:rsid w:val="00912DEC"/>
    <w:rsid w:val="009168E9"/>
    <w:rsid w:val="0092011C"/>
    <w:rsid w:val="00925A1E"/>
    <w:rsid w:val="00930C79"/>
    <w:rsid w:val="0093480C"/>
    <w:rsid w:val="00934855"/>
    <w:rsid w:val="009350E9"/>
    <w:rsid w:val="00982557"/>
    <w:rsid w:val="00986193"/>
    <w:rsid w:val="00991536"/>
    <w:rsid w:val="009B15F9"/>
    <w:rsid w:val="009B4C9A"/>
    <w:rsid w:val="009C1EB2"/>
    <w:rsid w:val="009D61EF"/>
    <w:rsid w:val="009E0F8D"/>
    <w:rsid w:val="009E6BA4"/>
    <w:rsid w:val="00A017C1"/>
    <w:rsid w:val="00A06D21"/>
    <w:rsid w:val="00A15027"/>
    <w:rsid w:val="00A16D18"/>
    <w:rsid w:val="00A175B1"/>
    <w:rsid w:val="00A208F3"/>
    <w:rsid w:val="00A21863"/>
    <w:rsid w:val="00A347BC"/>
    <w:rsid w:val="00A3655B"/>
    <w:rsid w:val="00A40D75"/>
    <w:rsid w:val="00A423E8"/>
    <w:rsid w:val="00A61375"/>
    <w:rsid w:val="00A67943"/>
    <w:rsid w:val="00A74BC9"/>
    <w:rsid w:val="00A76FEC"/>
    <w:rsid w:val="00A8185D"/>
    <w:rsid w:val="00A86561"/>
    <w:rsid w:val="00A87E62"/>
    <w:rsid w:val="00A95E6E"/>
    <w:rsid w:val="00AC78BF"/>
    <w:rsid w:val="00AC7AC5"/>
    <w:rsid w:val="00AD05F2"/>
    <w:rsid w:val="00AD5B0C"/>
    <w:rsid w:val="00AE12E8"/>
    <w:rsid w:val="00AE3DCF"/>
    <w:rsid w:val="00AF0A40"/>
    <w:rsid w:val="00AF2B34"/>
    <w:rsid w:val="00AF4EF0"/>
    <w:rsid w:val="00B0601D"/>
    <w:rsid w:val="00B10D94"/>
    <w:rsid w:val="00B11237"/>
    <w:rsid w:val="00B13775"/>
    <w:rsid w:val="00B27570"/>
    <w:rsid w:val="00B310B1"/>
    <w:rsid w:val="00B32B81"/>
    <w:rsid w:val="00B34938"/>
    <w:rsid w:val="00B42BE9"/>
    <w:rsid w:val="00B51D27"/>
    <w:rsid w:val="00B80306"/>
    <w:rsid w:val="00B826C9"/>
    <w:rsid w:val="00B82CF1"/>
    <w:rsid w:val="00B84E47"/>
    <w:rsid w:val="00B9595F"/>
    <w:rsid w:val="00BA00B5"/>
    <w:rsid w:val="00BA05E0"/>
    <w:rsid w:val="00BB1A5D"/>
    <w:rsid w:val="00BB2957"/>
    <w:rsid w:val="00BB5F14"/>
    <w:rsid w:val="00BC5AF0"/>
    <w:rsid w:val="00BD168E"/>
    <w:rsid w:val="00BD27E6"/>
    <w:rsid w:val="00BE4F13"/>
    <w:rsid w:val="00BF06E2"/>
    <w:rsid w:val="00BF12C2"/>
    <w:rsid w:val="00C01F41"/>
    <w:rsid w:val="00C04918"/>
    <w:rsid w:val="00C04B6B"/>
    <w:rsid w:val="00C112DA"/>
    <w:rsid w:val="00C13FE8"/>
    <w:rsid w:val="00C237C0"/>
    <w:rsid w:val="00C34458"/>
    <w:rsid w:val="00C34852"/>
    <w:rsid w:val="00C37EF0"/>
    <w:rsid w:val="00C404BF"/>
    <w:rsid w:val="00C452F3"/>
    <w:rsid w:val="00C538B9"/>
    <w:rsid w:val="00C56AC6"/>
    <w:rsid w:val="00C86BDA"/>
    <w:rsid w:val="00C90EA5"/>
    <w:rsid w:val="00CA4B7B"/>
    <w:rsid w:val="00CB3698"/>
    <w:rsid w:val="00CC3B90"/>
    <w:rsid w:val="00CC4635"/>
    <w:rsid w:val="00CD03A8"/>
    <w:rsid w:val="00CD1035"/>
    <w:rsid w:val="00CE4D23"/>
    <w:rsid w:val="00CE7463"/>
    <w:rsid w:val="00D12545"/>
    <w:rsid w:val="00D207F5"/>
    <w:rsid w:val="00D27107"/>
    <w:rsid w:val="00D276DF"/>
    <w:rsid w:val="00D37520"/>
    <w:rsid w:val="00D4353E"/>
    <w:rsid w:val="00D45C75"/>
    <w:rsid w:val="00D4689C"/>
    <w:rsid w:val="00D47D9C"/>
    <w:rsid w:val="00D67BCC"/>
    <w:rsid w:val="00D7045A"/>
    <w:rsid w:val="00D72290"/>
    <w:rsid w:val="00D8173E"/>
    <w:rsid w:val="00D8515E"/>
    <w:rsid w:val="00D85685"/>
    <w:rsid w:val="00D87268"/>
    <w:rsid w:val="00D92A22"/>
    <w:rsid w:val="00D9559A"/>
    <w:rsid w:val="00DA378D"/>
    <w:rsid w:val="00DB4BB8"/>
    <w:rsid w:val="00DB5551"/>
    <w:rsid w:val="00DC5C88"/>
    <w:rsid w:val="00DC6FEA"/>
    <w:rsid w:val="00DC7106"/>
    <w:rsid w:val="00DD33F8"/>
    <w:rsid w:val="00DD5435"/>
    <w:rsid w:val="00DE380C"/>
    <w:rsid w:val="00DE3B2A"/>
    <w:rsid w:val="00E0220E"/>
    <w:rsid w:val="00E07F93"/>
    <w:rsid w:val="00E213EF"/>
    <w:rsid w:val="00E26648"/>
    <w:rsid w:val="00E316B6"/>
    <w:rsid w:val="00E339E9"/>
    <w:rsid w:val="00E461BB"/>
    <w:rsid w:val="00E65D30"/>
    <w:rsid w:val="00E70B1F"/>
    <w:rsid w:val="00E713FE"/>
    <w:rsid w:val="00E71982"/>
    <w:rsid w:val="00E80F9C"/>
    <w:rsid w:val="00E84C02"/>
    <w:rsid w:val="00E94AF2"/>
    <w:rsid w:val="00E96B99"/>
    <w:rsid w:val="00E96EBC"/>
    <w:rsid w:val="00E9714A"/>
    <w:rsid w:val="00EA6523"/>
    <w:rsid w:val="00EB45A4"/>
    <w:rsid w:val="00ED3724"/>
    <w:rsid w:val="00EF6180"/>
    <w:rsid w:val="00EF732A"/>
    <w:rsid w:val="00F02712"/>
    <w:rsid w:val="00F04ACD"/>
    <w:rsid w:val="00F06211"/>
    <w:rsid w:val="00F12014"/>
    <w:rsid w:val="00F15DA2"/>
    <w:rsid w:val="00F4068D"/>
    <w:rsid w:val="00F43B64"/>
    <w:rsid w:val="00F4489B"/>
    <w:rsid w:val="00F75AA1"/>
    <w:rsid w:val="00F76755"/>
    <w:rsid w:val="00F8159E"/>
    <w:rsid w:val="00F8392A"/>
    <w:rsid w:val="00F87C29"/>
    <w:rsid w:val="00FA6159"/>
    <w:rsid w:val="00FA6FBF"/>
    <w:rsid w:val="00FB2C65"/>
    <w:rsid w:val="00FC22EC"/>
    <w:rsid w:val="00FD064D"/>
    <w:rsid w:val="00FD2E6E"/>
    <w:rsid w:val="00FE5C52"/>
    <w:rsid w:val="00FE75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2EC"/>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Cambria" w:hAnsi="Cambria"/>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A175B1"/>
    <w:rPr>
      <w:rFonts w:ascii="Cambria" w:hAnsi="Cambria"/>
      <w:b/>
      <w:i/>
      <w:sz w:val="28"/>
    </w:rPr>
  </w:style>
  <w:style w:type="character" w:customStyle="1" w:styleId="Heading6Char">
    <w:name w:val="Heading 6 Char"/>
    <w:basedOn w:val="DefaultParagraphFont"/>
    <w:link w:val="Heading6"/>
    <w:uiPriority w:val="99"/>
    <w:semiHidden/>
    <w:locked/>
    <w:rsid w:val="00A175B1"/>
    <w:rPr>
      <w:rFonts w:ascii="Calibri" w:hAnsi="Calibri"/>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A175B1"/>
    <w:rPr>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A175B1"/>
    <w:rPr>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3D35CC"/>
    <w:rPr>
      <w:rFonts w:cs="Times New Roman"/>
      <w:sz w:val="16"/>
    </w:rPr>
  </w:style>
  <w:style w:type="paragraph" w:styleId="CommentText">
    <w:name w:val="annotation text"/>
    <w:basedOn w:val="Normal"/>
    <w:link w:val="CommentTextChar"/>
    <w:uiPriority w:val="99"/>
    <w:semiHidden/>
    <w:rsid w:val="003D35CC"/>
    <w:pPr>
      <w:spacing w:line="480" w:lineRule="auto"/>
    </w:pPr>
    <w:rPr>
      <w:sz w:val="20"/>
      <w:szCs w:val="20"/>
    </w:rPr>
  </w:style>
  <w:style w:type="character" w:customStyle="1" w:styleId="CommentTextChar">
    <w:name w:val="Comment Text Char"/>
    <w:basedOn w:val="DefaultParagraphFont"/>
    <w:link w:val="CommentText"/>
    <w:uiPriority w:val="99"/>
    <w:semiHidden/>
    <w:locked/>
    <w:rsid w:val="00A175B1"/>
    <w:rPr>
      <w:sz w:val="20"/>
    </w:rPr>
  </w:style>
  <w:style w:type="paragraph" w:styleId="BalloonText">
    <w:name w:val="Balloon Text"/>
    <w:basedOn w:val="Normal"/>
    <w:link w:val="BalloonTextChar"/>
    <w:uiPriority w:val="99"/>
    <w:semiHidden/>
    <w:rsid w:val="003D35CC"/>
    <w:rPr>
      <w:sz w:val="2"/>
      <w:szCs w:val="20"/>
    </w:rPr>
  </w:style>
  <w:style w:type="character" w:customStyle="1" w:styleId="BalloonTextChar">
    <w:name w:val="Balloon Text Char"/>
    <w:basedOn w:val="DefaultParagraphFont"/>
    <w:link w:val="BalloonText"/>
    <w:uiPriority w:val="99"/>
    <w:semiHidden/>
    <w:locked/>
    <w:rsid w:val="00A175B1"/>
    <w:rPr>
      <w:sz w:val="2"/>
    </w:rPr>
  </w:style>
  <w:style w:type="paragraph" w:styleId="BodyTextIndent2">
    <w:name w:val="Body Text Indent 2"/>
    <w:basedOn w:val="Normal"/>
    <w:link w:val="BodyTextIndent2Char"/>
    <w:uiPriority w:val="99"/>
    <w:rsid w:val="00322E3D"/>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A175B1"/>
    <w:rPr>
      <w:sz w:val="24"/>
    </w:rPr>
  </w:style>
  <w:style w:type="paragraph" w:styleId="BodyTextIndent3">
    <w:name w:val="Body Text Indent 3"/>
    <w:basedOn w:val="Normal"/>
    <w:link w:val="BodyTextIndent3Char"/>
    <w:uiPriority w:val="99"/>
    <w:rsid w:val="002D674A"/>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A175B1"/>
    <w:rPr>
      <w:sz w:val="16"/>
    </w:rPr>
  </w:style>
  <w:style w:type="paragraph" w:styleId="BodyTextIndent">
    <w:name w:val="Body Text Indent"/>
    <w:basedOn w:val="Normal"/>
    <w:link w:val="BodyTextIndentChar"/>
    <w:uiPriority w:val="99"/>
    <w:rsid w:val="008441B6"/>
    <w:pPr>
      <w:spacing w:after="120"/>
      <w:ind w:left="360"/>
    </w:pPr>
    <w:rPr>
      <w:szCs w:val="20"/>
    </w:rPr>
  </w:style>
  <w:style w:type="character" w:customStyle="1" w:styleId="BodyTextIndentChar">
    <w:name w:val="Body Text Indent Char"/>
    <w:basedOn w:val="DefaultParagraphFont"/>
    <w:link w:val="BodyTextIndent"/>
    <w:uiPriority w:val="99"/>
    <w:semiHidden/>
    <w:locked/>
    <w:rsid w:val="00A175B1"/>
    <w:rPr>
      <w:sz w:val="24"/>
    </w:rPr>
  </w:style>
  <w:style w:type="table" w:styleId="TableGrid">
    <w:name w:val="Table Grid"/>
    <w:basedOn w:val="TableNormal"/>
    <w:uiPriority w:val="99"/>
    <w:rsid w:val="008441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
    <w:name w:val="body"/>
    <w:uiPriority w:val="99"/>
    <w:rsid w:val="00CE7463"/>
  </w:style>
  <w:style w:type="paragraph" w:styleId="BodyText">
    <w:name w:val="Body Text"/>
    <w:basedOn w:val="Normal"/>
    <w:link w:val="BodyTextChar"/>
    <w:uiPriority w:val="99"/>
    <w:rsid w:val="002A4D4E"/>
    <w:pPr>
      <w:spacing w:after="120"/>
    </w:pPr>
    <w:rPr>
      <w:szCs w:val="20"/>
    </w:rPr>
  </w:style>
  <w:style w:type="character" w:customStyle="1" w:styleId="BodyTextChar">
    <w:name w:val="Body Text Char"/>
    <w:basedOn w:val="DefaultParagraphFont"/>
    <w:link w:val="BodyText"/>
    <w:uiPriority w:val="99"/>
    <w:semiHidden/>
    <w:locked/>
    <w:rsid w:val="00A175B1"/>
    <w:rPr>
      <w:sz w:val="24"/>
    </w:rPr>
  </w:style>
  <w:style w:type="paragraph" w:customStyle="1" w:styleId="BLFIRST">
    <w:name w:val="BL_FIRST"/>
    <w:basedOn w:val="Normal"/>
    <w:uiPriority w:val="99"/>
    <w:rsid w:val="00286C67"/>
    <w:pPr>
      <w:numPr>
        <w:numId w:val="22"/>
      </w:numPr>
      <w:spacing w:line="480" w:lineRule="auto"/>
    </w:pPr>
    <w:rPr>
      <w:rFonts w:ascii="Arial" w:hAnsi="Arial"/>
    </w:rPr>
  </w:style>
  <w:style w:type="character" w:customStyle="1" w:styleId="pubsubheadb">
    <w:name w:val="pubsubheadb"/>
    <w:uiPriority w:val="99"/>
    <w:rsid w:val="00182004"/>
  </w:style>
  <w:style w:type="character" w:customStyle="1" w:styleId="hyperlink--char">
    <w:name w:val="hyperlink--char"/>
    <w:uiPriority w:val="99"/>
    <w:rsid w:val="007158B7"/>
  </w:style>
  <w:style w:type="character" w:customStyle="1" w:styleId="body-0020text--char">
    <w:name w:val="body-0020text--char"/>
    <w:uiPriority w:val="99"/>
    <w:rsid w:val="007158B7"/>
  </w:style>
  <w:style w:type="character" w:styleId="FollowedHyperlink">
    <w:name w:val="FollowedHyperlink"/>
    <w:basedOn w:val="DefaultParagraphFont"/>
    <w:uiPriority w:val="99"/>
    <w:rsid w:val="00606ABD"/>
    <w:rPr>
      <w:rFonts w:cs="Times New Roman"/>
      <w:color w:val="800080"/>
      <w:u w:val="single"/>
    </w:rPr>
  </w:style>
  <w:style w:type="paragraph" w:styleId="Revision">
    <w:name w:val="Revision"/>
    <w:hidden/>
    <w:uiPriority w:val="99"/>
    <w:semiHidden/>
    <w:rsid w:val="006D2986"/>
    <w:rPr>
      <w:sz w:val="24"/>
      <w:szCs w:val="24"/>
    </w:rPr>
  </w:style>
</w:styles>
</file>

<file path=word/webSettings.xml><?xml version="1.0" encoding="utf-8"?>
<w:webSettings xmlns:r="http://schemas.openxmlformats.org/officeDocument/2006/relationships" xmlns:w="http://schemas.openxmlformats.org/wordprocessingml/2006/main">
  <w:divs>
    <w:div w:id="1306397067">
      <w:marLeft w:val="0"/>
      <w:marRight w:val="0"/>
      <w:marTop w:val="0"/>
      <w:marBottom w:val="0"/>
      <w:divBdr>
        <w:top w:val="none" w:sz="0" w:space="0" w:color="auto"/>
        <w:left w:val="none" w:sz="0" w:space="0" w:color="auto"/>
        <w:bottom w:val="none" w:sz="0" w:space="0" w:color="auto"/>
        <w:right w:val="none" w:sz="0" w:space="0" w:color="auto"/>
      </w:divBdr>
    </w:div>
    <w:div w:id="13063970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3</Pages>
  <Words>960</Words>
  <Characters>5496</Characters>
  <Application>Microsoft Office Outlook</Application>
  <DocSecurity>0</DocSecurity>
  <Lines>0</Lines>
  <Paragraphs>0</Paragraphs>
  <ScaleCrop>false</ScaleCrop>
  <Company>University of Northern Iowa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Exper MIS 4e IM Chapter Extension 2</dc:title>
  <dc:subject>Collaboration Information Systems for Student Projects</dc:subject>
  <dc:creator>Roberta M. Roth</dc:creator>
  <cp:keywords/>
  <dc:description/>
  <cp:lastModifiedBy>ULOFTKE</cp:lastModifiedBy>
  <cp:revision>11</cp:revision>
  <dcterms:created xsi:type="dcterms:W3CDTF">2011-01-07T23:18:00Z</dcterms:created>
  <dcterms:modified xsi:type="dcterms:W3CDTF">2013-01-11T17:26:00Z</dcterms:modified>
</cp:coreProperties>
</file>